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775A" w:rsidRPr="00110ECD" w:rsidRDefault="00F5775A" w:rsidP="00FE4BED">
      <w:pPr>
        <w:pStyle w:val="BodyText"/>
        <w:ind w:right="1176"/>
        <w:jc w:val="right"/>
        <w:rPr>
          <w:rFonts w:ascii="Calibri" w:hAnsi="Calibri" w:cs="Calibri"/>
        </w:rPr>
      </w:pPr>
      <w:bookmarkStart w:id="0" w:name="_GoBack"/>
      <w:bookmarkEnd w:id="0"/>
      <w:r w:rsidRPr="00110ECD">
        <w:rPr>
          <w:rFonts w:ascii="Calibri" w:hAnsi="Calibri" w:cs="Calibri"/>
        </w:rPr>
        <w:t>Anexa</w:t>
      </w:r>
      <w:r w:rsidR="009E10E2">
        <w:rPr>
          <w:rFonts w:ascii="Calibri" w:hAnsi="Calibri" w:cs="Calibri"/>
        </w:rPr>
        <w:t xml:space="preserve"> 5</w:t>
      </w:r>
    </w:p>
    <w:p w:rsidR="00F5775A" w:rsidRPr="00110ECD" w:rsidRDefault="00F5775A" w:rsidP="00FE4BED">
      <w:pPr>
        <w:rPr>
          <w:rFonts w:ascii="Calibri" w:hAnsi="Calibri" w:cs="Calibri"/>
          <w:b/>
        </w:rPr>
      </w:pPr>
    </w:p>
    <w:p w:rsidR="00F5775A" w:rsidRPr="00110ECD" w:rsidRDefault="00F5775A" w:rsidP="00110ECD">
      <w:pPr>
        <w:pStyle w:val="BodyText"/>
        <w:tabs>
          <w:tab w:val="left" w:pos="7655"/>
        </w:tabs>
        <w:ind w:left="2657" w:right="1898" w:hanging="1239"/>
        <w:jc w:val="center"/>
        <w:rPr>
          <w:rFonts w:ascii="Calibri" w:hAnsi="Calibri" w:cs="Calibri"/>
        </w:rPr>
      </w:pPr>
      <w:r w:rsidRPr="00110ECD">
        <w:rPr>
          <w:rFonts w:ascii="Calibri" w:hAnsi="Calibri" w:cs="Calibri"/>
        </w:rPr>
        <w:t>GRILA</w:t>
      </w:r>
      <w:r w:rsidRPr="00110ECD">
        <w:rPr>
          <w:rFonts w:ascii="Calibri" w:hAnsi="Calibri" w:cs="Calibri"/>
          <w:spacing w:val="56"/>
        </w:rPr>
        <w:t xml:space="preserve"> </w:t>
      </w:r>
      <w:r w:rsidRPr="00110ECD">
        <w:rPr>
          <w:rFonts w:ascii="Calibri" w:hAnsi="Calibri" w:cs="Calibri"/>
        </w:rPr>
        <w:t>DE</w:t>
      </w:r>
      <w:r w:rsidRPr="00110ECD">
        <w:rPr>
          <w:rFonts w:ascii="Calibri" w:hAnsi="Calibri" w:cs="Calibri"/>
          <w:spacing w:val="-3"/>
        </w:rPr>
        <w:t xml:space="preserve"> </w:t>
      </w:r>
      <w:r w:rsidRPr="00110ECD">
        <w:rPr>
          <w:rFonts w:ascii="Calibri" w:hAnsi="Calibri" w:cs="Calibri"/>
        </w:rPr>
        <w:t>ANALIZĂ</w:t>
      </w:r>
      <w:r w:rsidRPr="00110ECD">
        <w:rPr>
          <w:rFonts w:ascii="Calibri" w:hAnsi="Calibri" w:cs="Calibri"/>
          <w:spacing w:val="57"/>
        </w:rPr>
        <w:t xml:space="preserve"> </w:t>
      </w:r>
      <w:r w:rsidRPr="00110ECD">
        <w:rPr>
          <w:rFonts w:ascii="Calibri" w:hAnsi="Calibri" w:cs="Calibri"/>
        </w:rPr>
        <w:t>A</w:t>
      </w:r>
      <w:r w:rsidRPr="00110ECD">
        <w:rPr>
          <w:rFonts w:ascii="Calibri" w:hAnsi="Calibri" w:cs="Calibri"/>
          <w:spacing w:val="-2"/>
        </w:rPr>
        <w:t xml:space="preserve"> </w:t>
      </w:r>
      <w:r w:rsidRPr="00110ECD">
        <w:rPr>
          <w:rFonts w:ascii="Calibri" w:hAnsi="Calibri" w:cs="Calibri"/>
        </w:rPr>
        <w:t>CONFORMITĂȚII</w:t>
      </w:r>
      <w:r w:rsidRPr="00110ECD">
        <w:rPr>
          <w:rFonts w:ascii="Calibri" w:hAnsi="Calibri" w:cs="Calibri"/>
          <w:spacing w:val="58"/>
        </w:rPr>
        <w:t xml:space="preserve"> </w:t>
      </w:r>
      <w:r w:rsidRPr="00110ECD">
        <w:rPr>
          <w:rFonts w:ascii="Calibri" w:hAnsi="Calibri" w:cs="Calibri"/>
        </w:rPr>
        <w:t>ȘI</w:t>
      </w:r>
      <w:r w:rsidRPr="00110ECD">
        <w:rPr>
          <w:rFonts w:ascii="Calibri" w:hAnsi="Calibri" w:cs="Calibri"/>
          <w:spacing w:val="-3"/>
        </w:rPr>
        <w:t xml:space="preserve"> </w:t>
      </w:r>
      <w:r w:rsidRPr="00110ECD">
        <w:rPr>
          <w:rFonts w:ascii="Calibri" w:hAnsi="Calibri" w:cs="Calibri"/>
        </w:rPr>
        <w:t>CALITĂȚII</w:t>
      </w:r>
    </w:p>
    <w:p w:rsidR="00F5775A" w:rsidRPr="00110ECD" w:rsidRDefault="00F5775A" w:rsidP="00110ECD">
      <w:pPr>
        <w:pStyle w:val="BodyText"/>
        <w:ind w:left="2657" w:right="3297"/>
        <w:jc w:val="center"/>
        <w:rPr>
          <w:rFonts w:ascii="Calibri" w:hAnsi="Calibri" w:cs="Calibri"/>
        </w:rPr>
      </w:pPr>
      <w:r w:rsidRPr="00110ECD">
        <w:rPr>
          <w:rFonts w:ascii="Calibri" w:hAnsi="Calibri" w:cs="Calibri"/>
        </w:rPr>
        <w:t>STUDIULUI</w:t>
      </w:r>
      <w:r w:rsidRPr="00110ECD">
        <w:rPr>
          <w:rFonts w:ascii="Calibri" w:hAnsi="Calibri" w:cs="Calibri"/>
          <w:spacing w:val="-5"/>
        </w:rPr>
        <w:t xml:space="preserve"> </w:t>
      </w:r>
      <w:r w:rsidRPr="00110ECD">
        <w:rPr>
          <w:rFonts w:ascii="Calibri" w:hAnsi="Calibri" w:cs="Calibri"/>
        </w:rPr>
        <w:t>DE</w:t>
      </w:r>
      <w:r w:rsidRPr="00110ECD">
        <w:rPr>
          <w:rFonts w:ascii="Calibri" w:hAnsi="Calibri" w:cs="Calibri"/>
          <w:spacing w:val="-4"/>
        </w:rPr>
        <w:t xml:space="preserve"> </w:t>
      </w:r>
      <w:r w:rsidRPr="00110ECD">
        <w:rPr>
          <w:rFonts w:ascii="Calibri" w:hAnsi="Calibri" w:cs="Calibri"/>
        </w:rPr>
        <w:t>FEZABILITATE</w:t>
      </w:r>
    </w:p>
    <w:p w:rsidR="00F5775A" w:rsidRPr="00110ECD" w:rsidRDefault="00F5775A" w:rsidP="00110ECD">
      <w:pPr>
        <w:pStyle w:val="BodyText"/>
        <w:ind w:left="3483" w:right="2182" w:hanging="1498"/>
        <w:jc w:val="center"/>
        <w:rPr>
          <w:rFonts w:ascii="Calibri" w:hAnsi="Calibri" w:cs="Calibri"/>
        </w:rPr>
      </w:pPr>
      <w:r w:rsidRPr="00110ECD">
        <w:rPr>
          <w:rFonts w:ascii="Calibri" w:hAnsi="Calibri" w:cs="Calibri"/>
        </w:rPr>
        <w:t xml:space="preserve">pentru </w:t>
      </w:r>
      <w:r w:rsidRPr="00110ECD">
        <w:rPr>
          <w:rFonts w:ascii="Calibri" w:hAnsi="Calibri" w:cs="Calibri"/>
          <w:u w:val="single"/>
        </w:rPr>
        <w:t>obiective noi</w:t>
      </w:r>
      <w:r w:rsidRPr="00110ECD">
        <w:rPr>
          <w:rFonts w:ascii="Calibri" w:hAnsi="Calibri" w:cs="Calibri"/>
        </w:rPr>
        <w:t xml:space="preserve"> de investiție </w:t>
      </w:r>
      <w:r w:rsidRPr="00110ECD">
        <w:rPr>
          <w:rFonts w:ascii="Calibri" w:hAnsi="Calibri" w:cs="Calibri"/>
          <w:spacing w:val="-58"/>
        </w:rPr>
        <w:t xml:space="preserve"> </w:t>
      </w:r>
      <w:r w:rsidRPr="00110ECD">
        <w:rPr>
          <w:rFonts w:ascii="Calibri" w:hAnsi="Calibri" w:cs="Calibri"/>
        </w:rPr>
        <w:t>(SF –</w:t>
      </w:r>
      <w:r w:rsidRPr="00110ECD">
        <w:rPr>
          <w:rFonts w:ascii="Calibri" w:hAnsi="Calibri" w:cs="Calibri"/>
          <w:spacing w:val="-2"/>
        </w:rPr>
        <w:t xml:space="preserve"> </w:t>
      </w:r>
      <w:r w:rsidRPr="00110ECD">
        <w:rPr>
          <w:rFonts w:ascii="Calibri" w:hAnsi="Calibri" w:cs="Calibri"/>
        </w:rPr>
        <w:t>HG 907/2016)</w:t>
      </w:r>
    </w:p>
    <w:p w:rsidR="00F5775A" w:rsidRPr="00110ECD" w:rsidRDefault="00F5775A" w:rsidP="00FE4BED">
      <w:pPr>
        <w:rPr>
          <w:rFonts w:ascii="Calibri" w:hAnsi="Calibri" w:cs="Calibri"/>
          <w:b/>
        </w:rPr>
      </w:pPr>
    </w:p>
    <w:tbl>
      <w:tblPr>
        <w:tblW w:w="10773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376"/>
        <w:gridCol w:w="7397"/>
      </w:tblGrid>
      <w:tr w:rsidR="00F5775A" w:rsidRPr="00110ECD" w:rsidTr="0013273C">
        <w:trPr>
          <w:trHeight w:val="352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3210" w:right="3206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Programul Regiunea Centru 2021-2027</w:t>
            </w:r>
          </w:p>
        </w:tc>
      </w:tr>
      <w:tr w:rsidR="00F5775A" w:rsidRPr="00110ECD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Prioritatea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investitii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775A" w:rsidRPr="00110ECD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i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Acțiunea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775A" w:rsidRPr="00110ECD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Titlul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finanţare: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775A" w:rsidRPr="00110ECD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Nr.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apel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proiecte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775A" w:rsidRPr="00110ECD" w:rsidTr="0013273C">
        <w:trPr>
          <w:trHeight w:val="350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Cod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SMIS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775A" w:rsidRPr="00110ECD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Solicitantul: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F5775A" w:rsidRPr="00110ECD" w:rsidRDefault="00F5775A" w:rsidP="00FE4BED">
      <w:pPr>
        <w:rPr>
          <w:rFonts w:ascii="Calibri" w:hAnsi="Calibri" w:cs="Calibri"/>
        </w:rPr>
      </w:pPr>
    </w:p>
    <w:p w:rsidR="00F5775A" w:rsidRPr="00110ECD" w:rsidRDefault="00F5775A" w:rsidP="00FE4BED">
      <w:pPr>
        <w:rPr>
          <w:rFonts w:ascii="Calibri" w:hAnsi="Calibri" w:cs="Calibri"/>
        </w:rPr>
      </w:pPr>
    </w:p>
    <w:tbl>
      <w:tblPr>
        <w:tblW w:w="10705" w:type="dxa"/>
        <w:tblInd w:w="-562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7435"/>
        <w:gridCol w:w="544"/>
        <w:gridCol w:w="435"/>
        <w:gridCol w:w="545"/>
        <w:gridCol w:w="1037"/>
      </w:tblGrid>
      <w:tr w:rsidR="001E7798" w:rsidRPr="00110ECD" w:rsidTr="00110ECD">
        <w:trPr>
          <w:cantSplit/>
          <w:trHeight w:val="623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36" w:right="109" w:firstLine="14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NR.</w:t>
            </w:r>
            <w:r w:rsidRPr="00110ECD">
              <w:rPr>
                <w:rFonts w:ascii="Calibri" w:hAnsi="Calibri" w:cs="Calibri"/>
                <w:b/>
                <w:spacing w:val="-4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CRT</w:t>
            </w: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F5775A" w:rsidRPr="00110ECD" w:rsidRDefault="00F5775A" w:rsidP="00FE4BED">
            <w:pPr>
              <w:pStyle w:val="TableParagraph"/>
              <w:ind w:left="2527" w:right="2518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ASPECTE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VERIFICAT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F5775A" w:rsidRPr="00110ECD" w:rsidRDefault="00F5775A" w:rsidP="00FE4BED">
            <w:pPr>
              <w:pStyle w:val="TableParagraph"/>
              <w:ind w:left="11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DA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F5775A" w:rsidRPr="00110ECD" w:rsidRDefault="00F5775A" w:rsidP="00FE4BED">
            <w:pPr>
              <w:pStyle w:val="TableParagraph"/>
              <w:ind w:left="11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NU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F5775A" w:rsidRPr="00110ECD" w:rsidRDefault="00F5775A" w:rsidP="00FE4BED">
            <w:pPr>
              <w:pStyle w:val="TableParagraph"/>
              <w:ind w:left="111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NA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F5775A" w:rsidRPr="00110ECD" w:rsidRDefault="00110ECD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Observații</w:t>
            </w:r>
          </w:p>
        </w:tc>
      </w:tr>
      <w:tr w:rsidR="001E7798" w:rsidRPr="00110ECD" w:rsidTr="00110ECD">
        <w:trPr>
          <w:trHeight w:val="3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ind w:right="24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</w:t>
            </w: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ind w:left="108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110ECD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CONŢINUTUL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S.F.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:rsidTr="00110ECD">
        <w:trPr>
          <w:trHeight w:val="2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8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foaia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capăt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informaţiile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obiectivul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precizarilor din capitolul 1,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 cadrul Anexei 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 Fezabilitate,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Denumirea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investitii?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principal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credite/investitor?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credite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(secundar/terţiar)?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Beneficiarul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investiţiei?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studiului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fezabilitate?</w:t>
            </w:r>
          </w:p>
          <w:p w:rsidR="00F5775A" w:rsidRPr="00110ECD" w:rsidRDefault="00F5775A" w:rsidP="00FE4BED">
            <w:pPr>
              <w:pStyle w:val="TableParagraph"/>
              <w:ind w:left="108" w:right="23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Se</w:t>
            </w:r>
            <w:r w:rsidRPr="00110ECD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precizeaza,</w:t>
            </w:r>
            <w:r w:rsidRPr="00110ECD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asemenea,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data</w:t>
            </w:r>
            <w:r w:rsidRPr="00110ECD">
              <w:rPr>
                <w:rFonts w:ascii="Calibri" w:hAnsi="Calibri" w:cs="Calibri"/>
                <w:spacing w:val="12"/>
                <w:sz w:val="24"/>
                <w:szCs w:val="24"/>
                <w:u w:val="single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elaborarii/actualizarii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documenta</w:t>
            </w:r>
            <w:r w:rsidR="00F54BC8">
              <w:rPr>
                <w:rFonts w:ascii="Calibri" w:hAnsi="Calibri" w:cs="Calibri"/>
                <w:sz w:val="24"/>
                <w:szCs w:val="24"/>
              </w:rPr>
              <w:t>ț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iei</w:t>
            </w:r>
            <w:r w:rsidR="00F54BC8">
              <w:rPr>
                <w:rFonts w:ascii="Calibri" w:hAnsi="Calibri" w:cs="Calibri"/>
                <w:sz w:val="24"/>
                <w:szCs w:val="24"/>
              </w:rPr>
              <w:t xml:space="preserve"> ș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faza de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  <w:u w:val="single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proiectare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:rsidTr="00110ECD">
        <w:trPr>
          <w:trHeight w:val="15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lista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semnături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documentatiei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însuşeşte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asumă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datele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soluţiile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110ECD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conţine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cel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puţin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următoarele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date: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nr/dată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contract?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ind w:left="827" w:right="10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numele şi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prenumele în clar ale proiectanţilor pe specialităţi,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ale persoanei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responsabile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proiect</w:t>
            </w:r>
            <w:r w:rsidR="00F54BC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- şef de proiect/director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semnăturile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acestora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ştampila?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:rsidTr="00110ECD">
        <w:trPr>
          <w:trHeight w:val="2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și se respectă structura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 xml:space="preserve">Părții Scrise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 prevederilor 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legislația 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vigoare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–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 907/2016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documentaţiilor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respectiv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cele din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4.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</w:t>
            </w:r>
            <w:r w:rsidRPr="00110ECD">
              <w:rPr>
                <w:rFonts w:ascii="Calibri" w:hAnsi="Calibri" w:cs="Calibri"/>
                <w:sz w:val="24"/>
                <w:szCs w:val="24"/>
                <w:vertAlign w:val="superscript"/>
              </w:rPr>
              <w:t>*1)</w:t>
            </w:r>
          </w:p>
          <w:p w:rsidR="001D7627" w:rsidRPr="00110ECD" w:rsidRDefault="00F5775A" w:rsidP="00F54BC8">
            <w:pPr>
              <w:pStyle w:val="TableParagraph"/>
              <w:ind w:left="108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*1)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907/2016, continutul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cadru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al SF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poate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fi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adaptat,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lastRenderedPageBreak/>
              <w:t>functie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specificul</w:t>
            </w:r>
            <w:r w:rsidR="00F54BC8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și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complexitatea</w:t>
            </w:r>
            <w:r w:rsidRPr="00110ECD">
              <w:rPr>
                <w:rFonts w:ascii="Calibri" w:hAnsi="Calibri" w:cs="Calibri"/>
                <w:i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investitii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propus.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:rsidTr="00110ECD">
        <w:trPr>
          <w:trHeight w:val="11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informații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situatia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existenta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necesitatea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realizarii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obiectivului/proiectului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investitii,</w:t>
            </w:r>
            <w:r w:rsidRPr="00110ECD">
              <w:rPr>
                <w:rFonts w:ascii="Calibri" w:hAnsi="Calibri" w:cs="Calibri"/>
                <w:b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 precizarilor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din capitolul 2,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din cadrul Anexei 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 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Fezabilitate,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 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110ECD">
              <w:rPr>
                <w:rFonts w:ascii="Calibri" w:hAnsi="Calibri" w:cs="Calibri"/>
                <w:color w:val="008000"/>
                <w:sz w:val="24"/>
                <w:szCs w:val="24"/>
              </w:rPr>
              <w:t>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:rsidTr="00110ECD">
        <w:trPr>
          <w:trHeight w:val="31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minim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doua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scenarii/optiuni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pentru realizarea obiectivului de investitii</w:t>
            </w:r>
            <w:r w:rsidRPr="00110ECD">
              <w:rPr>
                <w:rFonts w:ascii="Calibri" w:hAnsi="Calibri" w:cs="Calibri"/>
                <w:sz w:val="24"/>
                <w:szCs w:val="24"/>
                <w:vertAlign w:val="superscript"/>
              </w:rPr>
              <w:t>*2)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 conform precizarilor 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capitolul 3,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din cadrul Anexei 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 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Fezabilitate,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907/2016, avand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detaliate:</w:t>
            </w:r>
          </w:p>
          <w:p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particularitatile</w:t>
            </w:r>
            <w:r w:rsidRPr="00110ECD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amplasamentului?</w:t>
            </w:r>
          </w:p>
          <w:p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right="9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descrierea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punct</w:t>
            </w:r>
            <w:r w:rsidRPr="00110ECD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vedere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constructiv,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functional-</w:t>
            </w:r>
            <w:r w:rsidRPr="00110ECD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arhitectural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 tehnologic?</w:t>
            </w:r>
          </w:p>
          <w:p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costurile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estimative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ale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right="105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studiile</w:t>
            </w:r>
            <w:r w:rsidRPr="00110ECD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specialitate,</w:t>
            </w:r>
            <w:r w:rsidRPr="00110ECD">
              <w:rPr>
                <w:rFonts w:ascii="Calibri" w:hAnsi="Calibri" w:cs="Calibri"/>
                <w:spacing w:val="5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  functie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 categoria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clasa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importanta,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graficele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orientative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realizare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:rsidR="007D2191" w:rsidRPr="00110ECD" w:rsidRDefault="007D2191" w:rsidP="00F54BC8">
            <w:pPr>
              <w:pStyle w:val="TableParagraph"/>
              <w:ind w:left="108" w:right="9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*2)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cazul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anterior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prezentului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fost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elaborat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un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prefezabilitate,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se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vor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prezenta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minimum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două scenarii/opţiuni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dintre</w:t>
            </w:r>
            <w:r w:rsidR="00F54BC8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cele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selectate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faza</w:t>
            </w:r>
            <w:r w:rsidRPr="00110ECD">
              <w:rPr>
                <w:rFonts w:ascii="Calibri" w:hAnsi="Calibri" w:cs="Calibri"/>
                <w:i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prefezabilitate.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:rsidTr="00110ECD">
        <w:trPr>
          <w:trHeight w:val="6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Este prezentata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analiza fiecarui scenariu/optiuni tehnico-economice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propuse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, conform precizarilor din capitolul 4,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 scrise,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Fezabilitate,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:rsidTr="00110ECD">
        <w:trPr>
          <w:trHeight w:val="7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scenariul/optiunea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tehnico-economica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optim(a)</w:t>
            </w:r>
            <w:r w:rsidRPr="00110ECD">
              <w:rPr>
                <w:rFonts w:ascii="Calibri" w:hAnsi="Calibri" w:cs="Calibri"/>
                <w:b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recomandat(a)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, conform precizarilor din capitolul 5,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 Anexei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Fezabilitate,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 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4BC8" w:rsidRPr="00110ECD" w:rsidTr="006607E6">
        <w:trPr>
          <w:trHeight w:val="70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şi se respectă structura capitolului: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Urbanism, acorduri si avize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conforme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, conform precizărilor din capitolul 6, secțiunea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 scrise,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110ECD">
              <w:rPr>
                <w:rFonts w:ascii="Calibri" w:hAnsi="Calibri" w:cs="Calibri"/>
                <w:color w:val="008000"/>
                <w:sz w:val="24"/>
                <w:szCs w:val="24"/>
              </w:rPr>
              <w:t>,</w:t>
            </w:r>
            <w:r w:rsidRPr="00110ECD">
              <w:rPr>
                <w:rFonts w:ascii="Calibri" w:hAnsi="Calibri" w:cs="Calibri"/>
                <w:color w:val="008000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fiind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 următoarele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documente: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Certificatul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urbanism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emis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vederea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obținerii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autorizaţiei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construire?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Extras de carte funciară, cu excepţia cazurilor speciale, expres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prevăzute de lege?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proiectele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conformitate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etapa</w:t>
            </w:r>
            <w:r w:rsidRPr="00110ECD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iniţială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efectuată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autoritatea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competentă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protecţia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mediului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vor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face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procedurii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 a impactului asupra mediului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: Actul administrativ al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autorităţii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competente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protecţia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mediului,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măsuri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diminuare a impactului, măsuri de compensare, modalitatea 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integrare a prevederilor acordului de mediu în documentaţia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tehnico-economică?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proiectele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conformitate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etapa</w:t>
            </w:r>
            <w:r w:rsidRPr="00110ECD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iniţială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efectuată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autoritatea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competentă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pentru protecţia mediului </w:t>
            </w:r>
            <w:r w:rsidRPr="00110ECD">
              <w:rPr>
                <w:rFonts w:ascii="Calibri" w:hAnsi="Calibri" w:cs="Calibri"/>
                <w:b/>
                <w:i/>
                <w:sz w:val="24"/>
                <w:szCs w:val="24"/>
              </w:rPr>
              <w:t xml:space="preserve">NU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vor face obiectul procedurii 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impactului</w:t>
            </w:r>
            <w:r w:rsidRPr="00110ECD">
              <w:rPr>
                <w:rFonts w:ascii="Calibri" w:hAnsi="Calibri" w:cs="Calibri"/>
                <w:i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asupra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mediului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: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clasarae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notificării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Avize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utilităţilor?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topografic,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vizat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Oficiul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Cadastru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Publicitate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Imobiliară?</w:t>
            </w:r>
          </w:p>
          <w:p w:rsidR="00F54BC8" w:rsidRPr="00110ECD" w:rsidRDefault="00F54BC8" w:rsidP="00AE26E4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Avize,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acorduri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funcţie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pot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condiţiona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soluţiile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:rsidTr="00110ECD">
        <w:trPr>
          <w:trHeight w:val="17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627" w:rsidRPr="00110ECD" w:rsidRDefault="001D7627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ind w:left="10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informatii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referitoare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la:</w:t>
            </w:r>
          </w:p>
          <w:p w:rsidR="001E7798" w:rsidRPr="00110ECD" w:rsidRDefault="001E7798" w:rsidP="00F54BC8">
            <w:pPr>
              <w:pStyle w:val="TableParagraph"/>
              <w:numPr>
                <w:ilvl w:val="0"/>
                <w:numId w:val="21"/>
              </w:numPr>
              <w:ind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implementarea investitiei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 conform precizarilor din capitolul 7,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907/2016,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avand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detaliate:</w:t>
            </w:r>
          </w:p>
          <w:p w:rsidR="001D7627" w:rsidRPr="00110ECD" w:rsidRDefault="001E7798" w:rsidP="00FE4BED">
            <w:pPr>
              <w:pStyle w:val="TableParagraph"/>
              <w:tabs>
                <w:tab w:val="left" w:pos="1188"/>
              </w:tabs>
              <w:ind w:left="827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-</w:t>
            </w:r>
            <w:r w:rsidRPr="00110ECD">
              <w:rPr>
                <w:rFonts w:ascii="Calibri" w:hAnsi="Calibri" w:cs="Calibri"/>
                <w:spacing w:val="10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informatii</w:t>
            </w:r>
            <w:r w:rsidRPr="00110ECD">
              <w:rPr>
                <w:rFonts w:ascii="Calibri" w:hAnsi="Calibri" w:cs="Calibri"/>
                <w:spacing w:val="3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despre</w:t>
            </w:r>
            <w:r w:rsidRPr="00110ECD">
              <w:rPr>
                <w:rFonts w:ascii="Calibri" w:hAnsi="Calibri" w:cs="Calibri"/>
                <w:spacing w:val="3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entitatea</w:t>
            </w:r>
            <w:r w:rsidRPr="00110ECD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responsabila</w:t>
            </w:r>
            <w:r w:rsidRPr="00110ECD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3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implementarea</w:t>
            </w:r>
          </w:p>
          <w:p w:rsidR="001E7798" w:rsidRPr="00110ECD" w:rsidRDefault="001E7798" w:rsidP="00FE4BED">
            <w:pPr>
              <w:pStyle w:val="TableParagraph"/>
              <w:ind w:left="118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1"/>
              </w:numPr>
              <w:tabs>
                <w:tab w:val="num" w:pos="0"/>
                <w:tab w:val="left" w:pos="1188"/>
              </w:tabs>
              <w:ind w:left="1187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strategia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cuprinzând: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durata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luni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calendaristice),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durata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execuţie,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graficul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investiţiei,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eşalonarea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ani,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resurse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necesare?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1"/>
              </w:numPr>
              <w:tabs>
                <w:tab w:val="num" w:pos="0"/>
                <w:tab w:val="left" w:pos="1188"/>
              </w:tabs>
              <w:ind w:left="1188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strategia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exploatare/operare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intretinere?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1"/>
              </w:numPr>
              <w:tabs>
                <w:tab w:val="num" w:pos="0"/>
                <w:tab w:val="left" w:pos="1188"/>
              </w:tabs>
              <w:ind w:left="118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recomandari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capacitatii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manageriale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institutionale?</w:t>
            </w:r>
          </w:p>
          <w:p w:rsidR="001E7798" w:rsidRPr="00110ECD" w:rsidRDefault="001E7798" w:rsidP="00F54BC8">
            <w:pPr>
              <w:pStyle w:val="TableParagraph"/>
              <w:numPr>
                <w:ilvl w:val="0"/>
                <w:numId w:val="21"/>
              </w:numPr>
              <w:ind w:right="99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 xml:space="preserve">concluzii </w:t>
            </w:r>
            <w:r w:rsidR="00F54BC8">
              <w:rPr>
                <w:rFonts w:ascii="Calibri" w:hAnsi="Calibri" w:cs="Calibri"/>
                <w:b/>
                <w:sz w:val="24"/>
                <w:szCs w:val="24"/>
              </w:rPr>
              <w:t>ș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 recomand</w:t>
            </w:r>
            <w:r w:rsidR="00F54BC8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 xml:space="preserve">ri,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 preciz</w:t>
            </w:r>
            <w:r w:rsidR="00F54BC8">
              <w:rPr>
                <w:rFonts w:ascii="Calibri" w:hAnsi="Calibri" w:cs="Calibri"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rilor din capitolul 8,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sec</w:t>
            </w:r>
            <w:r w:rsidR="00F54BC8">
              <w:rPr>
                <w:rFonts w:ascii="Calibri" w:hAnsi="Calibri" w:cs="Calibri"/>
                <w:sz w:val="24"/>
                <w:szCs w:val="24"/>
              </w:rPr>
              <w:t>ț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iunea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:rsidTr="00110ECD">
        <w:trPr>
          <w:trHeight w:val="17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Devizul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General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elaborat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legislației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vigoare: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documentaţiilor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110ECD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5-a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Devizul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general si devizul pe obiect,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 conform Metodologiei prezentate in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6 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3"/>
              </w:numPr>
              <w:tabs>
                <w:tab w:val="left" w:pos="852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respecta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modelul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7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3"/>
              </w:numPr>
              <w:tabs>
                <w:tab w:val="left" w:pos="852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costuri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aferente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tuturor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intervențiilor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cuprinse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SF?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:rsidTr="00110ECD">
        <w:trPr>
          <w:trHeight w:val="2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Devizele</w:t>
            </w:r>
            <w:r w:rsidRPr="00110ECD">
              <w:rPr>
                <w:rFonts w:ascii="Calibri" w:hAnsi="Calibri" w:cs="Calibri"/>
                <w:b/>
                <w:spacing w:val="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pe</w:t>
            </w:r>
            <w:r w:rsidRPr="00110ECD">
              <w:rPr>
                <w:rFonts w:ascii="Calibri" w:hAnsi="Calibri" w:cs="Calibri"/>
                <w:b/>
                <w:spacing w:val="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</w:t>
            </w:r>
            <w:r w:rsidRPr="00110ECD">
              <w:rPr>
                <w:rFonts w:ascii="Calibri" w:hAnsi="Calibri" w:cs="Calibri"/>
                <w:b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întocmite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modelului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8</w:t>
            </w:r>
            <w:r w:rsidRPr="00110ECD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piesele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desenate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 prezentate la scara relevanta in raport cu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caracteristicile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investiți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specialitățile?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planşele mentionate la sectiunea B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desenate,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 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 Fezabilitate,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amplasare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zonă?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situatie?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left="827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planuri generale, faţade şi secţiuni caracteristice de arhitectură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cotate,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scheme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principiu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rezistenţă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instalaţii,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volumetrii,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scheme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funcţionale,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izometrice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sau</w:t>
            </w:r>
            <w:r w:rsidRPr="00110ECD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left="827"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generale,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profile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longitudinale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transversale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caracteristice,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cotate,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ind w:left="108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Fiecare</w:t>
            </w:r>
            <w:r w:rsidRPr="00110ECD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planşă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pieselor</w:t>
            </w:r>
            <w:r w:rsidRPr="00110ECD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desenate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numerotata/codificata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prezintă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cartuş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contine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solicitate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prevederilor legale?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În cazul în care plansele au fost anexate la cererea de finantare 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format scanat, dupa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 au fost semnate și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ștampilate de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elaboratori: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 prezentă semnatura si stampila tuturor persoanelor nominalizate 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cartus,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conformitate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legale,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de:</w:t>
            </w:r>
          </w:p>
          <w:p w:rsidR="00FE4BED" w:rsidRPr="00110ECD" w:rsidRDefault="00FE4BED" w:rsidP="00FE4BE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proiectantul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/</w:t>
            </w:r>
            <w:r w:rsidRPr="00110ECD">
              <w:rPr>
                <w:rFonts w:ascii="Calibri" w:hAnsi="Calibri" w:cs="Calibri"/>
                <w:spacing w:val="5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şeful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</w:t>
            </w:r>
          </w:p>
          <w:p w:rsidR="00FE4BED" w:rsidRPr="00110ECD" w:rsidRDefault="00FE4BED" w:rsidP="00FE4BE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left="827" w:right="102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arhitect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drept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semnatura,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ștampila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numar</w:t>
            </w:r>
            <w:r w:rsidRPr="00110ECD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inregistrare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tabloul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national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TNA,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reglementări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OAR</w:t>
            </w:r>
          </w:p>
          <w:p w:rsidR="00FE4BED" w:rsidRPr="00110ECD" w:rsidRDefault="00FE4BED" w:rsidP="00FE4BE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proiectantii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specialitate</w:t>
            </w:r>
          </w:p>
          <w:p w:rsidR="00D966DD" w:rsidRPr="00110ECD" w:rsidRDefault="00FE4BED" w:rsidP="00D966D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expertul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unde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cazul</w:t>
            </w:r>
          </w:p>
          <w:p w:rsidR="00FE4BED" w:rsidRPr="00110ECD" w:rsidRDefault="00FE4BED" w:rsidP="00D966D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șeful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de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proiect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complex,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expert/specialist,</w:t>
            </w:r>
            <w:r w:rsidR="00D966DD"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</w:t>
            </w:r>
            <w:r w:rsidR="00D966DD"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>cazul</w:t>
            </w:r>
            <w:r w:rsidR="00D966DD"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="00D966DD" w:rsidRPr="00110ECD">
              <w:rPr>
                <w:rFonts w:ascii="Calibri" w:hAnsi="Calibri" w:cs="Calibri"/>
                <w:spacing w:val="-58"/>
                <w:sz w:val="24"/>
                <w:szCs w:val="24"/>
              </w:rPr>
              <w:t>m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onumentelor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istorice?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3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obținute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110ECD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devierile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proprietarii/operatorii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lor,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dacă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cazul?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ind w:left="108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descriere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lucrarilor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organizare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şantier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(descriere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sumară, demolări, devieri de rețele, căi de acces provizorii, alimentare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apă,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energie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electrică,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termică,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telecomunicații,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etc)?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color w:val="000000"/>
              </w:rPr>
              <w:t>Este inclus un raport/documentație privind imunizarea la schimbările climatice, elaborat în conformitate cu cerințele din Comunicarea Comisiei Europene privind Orientările tehnice referitoare la imunizarea infrastructurii la schimbările climatice în perioada 2021-2027 publicate la 16 septembrie 2021 (2021/C 373/01):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etapa: I. Atenuarea (neutralitatea climatic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);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(a) 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1. Examinare/Încadrarea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, sunt prezentate:</w:t>
            </w:r>
          </w:p>
          <w:p w:rsidR="00FE4BED" w:rsidRPr="00110ECD" w:rsidRDefault="00FE4BED" w:rsidP="00F54BC8">
            <w:pPr>
              <w:pStyle w:val="TableParagraph"/>
              <w:ind w:left="6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Se prezinta evaluarea impactului proiectului asupra emisiilor de GES. Dacă p</w:t>
            </w:r>
            <w:r w:rsidRPr="00110ECD">
              <w:rPr>
                <w:rFonts w:ascii="Calibri" w:hAnsi="Calibri" w:cs="Calibri"/>
                <w:b/>
                <w:sz w:val="24"/>
                <w:szCs w:val="24"/>
                <w:u w:val="single"/>
              </w:rPr>
              <w:t xml:space="preserve">roiectul nu necesită o evaluare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 amprentei de carbon, este  prezinta analiza aferentă în mod succint într-o declarație privind examinarea neutralității climatice.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 I. Atenuarea (neutralitatea climatic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)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; (b)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2. Analiza detaliată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(Pentru  proiectele care  necesită o evaluare a amprentei de carbon), 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sunt prezentate:</w:t>
            </w:r>
          </w:p>
          <w:p w:rsidR="00FE4BED" w:rsidRPr="00110ECD" w:rsidRDefault="00FE4BED" w:rsidP="00F54BC8">
            <w:pPr>
              <w:pStyle w:val="Default"/>
              <w:ind w:left="68" w:right="62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noProof/>
                <w:lang w:val="ro-RO"/>
              </w:rPr>
              <w:t>Pentru  proiectele care  necesită o evaluare a amprentei de carbon, sunt descrise:</w:t>
            </w:r>
          </w:p>
          <w:p w:rsidR="00FE4BED" w:rsidRPr="00110ECD" w:rsidRDefault="00FE4BED" w:rsidP="00F54BC8">
            <w:pPr>
              <w:pStyle w:val="Default"/>
              <w:numPr>
                <w:ilvl w:val="0"/>
                <w:numId w:val="16"/>
              </w:numPr>
              <w:ind w:left="68" w:right="62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noProof/>
                <w:lang w:val="ro-RO"/>
              </w:rPr>
              <w:t>Integrarea principiilor de eficienta energetica si de reducere a emisiilor in conceperea si proiectarea investiției.</w:t>
            </w:r>
          </w:p>
          <w:p w:rsidR="00FE4BED" w:rsidRPr="00110ECD" w:rsidRDefault="00FE4BED" w:rsidP="00F54BC8">
            <w:pPr>
              <w:pStyle w:val="Default"/>
              <w:numPr>
                <w:ilvl w:val="0"/>
                <w:numId w:val="16"/>
              </w:numPr>
              <w:ind w:left="68" w:right="62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noProof/>
                <w:lang w:val="ro-RO"/>
              </w:rPr>
              <w:t>Calcularea emisiilor GES generate de proiect si compararea cu limitele de încadrare (screening) absolute (total emisii) si relative (diferența dintre situația cu proiect si situația fără proiect/scenariul de referința).</w:t>
            </w:r>
          </w:p>
          <w:p w:rsidR="00FE4BED" w:rsidRPr="00110ECD" w:rsidRDefault="00FE4BED" w:rsidP="00F54BC8">
            <w:pPr>
              <w:pStyle w:val="Default"/>
              <w:numPr>
                <w:ilvl w:val="0"/>
                <w:numId w:val="16"/>
              </w:numPr>
              <w:ind w:left="68" w:right="62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b/>
                <w:noProof/>
                <w:lang w:val="ro-RO"/>
              </w:rPr>
              <w:t>Calcularea valorii monetare a emisiilor pe baza valorilor CO2 aplicabile.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 : II. Adaptarea (reziliența la schimbările climatice); (a)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1. Examinare/Încadrarea, sunt prezentate:</w:t>
            </w:r>
          </w:p>
          <w:p w:rsidR="00FE4BED" w:rsidRPr="00110ECD" w:rsidRDefault="00FE4BED" w:rsidP="00F54BC8">
            <w:pPr>
              <w:pStyle w:val="ListParagraph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Analiza de senzitivitate</w:t>
            </w:r>
            <w:r w:rsidRPr="00110EC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( identificarea riscurilor climatice care sunt relevante pentru 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tipul</w:t>
            </w:r>
            <w:r w:rsidRPr="00110EC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respectiv de proiect, indiferent de localizarea acestuia)</w:t>
            </w:r>
          </w:p>
          <w:p w:rsidR="00FE4BED" w:rsidRPr="00110ECD" w:rsidRDefault="00FE4BED" w:rsidP="00F54BC8">
            <w:pPr>
              <w:pStyle w:val="ListParagraph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Evaluarea expunerii la riscuri( identificarea riscurilor care sunt relevante pentru locația proiectului)</w:t>
            </w:r>
          </w:p>
          <w:p w:rsidR="00FE4BED" w:rsidRPr="00110ECD" w:rsidRDefault="00FE4BED" w:rsidP="00F54BC8">
            <w:pPr>
              <w:pStyle w:val="ListParagraph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t>Analiza de vulnerabilitate( identificarea potențialelor riscuri semnificative)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ind w:left="360"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etapa: II. Adaptarea (reziliența la schimbările climatice);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(b)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2. Analiza detaliată de risc - Analiza detaliată depinde de rezultatul fazei de examinare, sunt prezentate:</w:t>
            </w:r>
          </w:p>
          <w:p w:rsidR="00882701" w:rsidRPr="00110ECD" w:rsidRDefault="00882701" w:rsidP="00F54BC8">
            <w:pPr>
              <w:pStyle w:val="ListParagraph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Probabilitatea</w:t>
            </w:r>
            <w:r w:rsidR="00F54BC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(probabilitatea ca riscurile climatice identificate s</w:t>
            </w:r>
            <w:r w:rsidR="00F54BC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 aibă loc </w:t>
            </w:r>
            <w:r w:rsidR="00F54BC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î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n timpul duratei de viață a proiectului)</w:t>
            </w:r>
          </w:p>
          <w:p w:rsidR="00882701" w:rsidRPr="00110ECD" w:rsidRDefault="00882701" w:rsidP="00F54BC8">
            <w:pPr>
              <w:pStyle w:val="ListParagraph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Impactul ( analizează consecințele în cazul în care apare pericolul climatic identificat)</w:t>
            </w:r>
          </w:p>
          <w:p w:rsidR="00882701" w:rsidRPr="00110ECD" w:rsidRDefault="00882701" w:rsidP="00F54BC8">
            <w:pPr>
              <w:pStyle w:val="ListParagraph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 Riscul (identifica riscurile potențiale cele mai semnificative și cele în care trebuie luate măsuri de adaptare)</w:t>
            </w:r>
          </w:p>
          <w:p w:rsidR="00882701" w:rsidRPr="00110ECD" w:rsidRDefault="00882701" w:rsidP="00F54BC8">
            <w:pPr>
              <w:pStyle w:val="ListParagraph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lastRenderedPageBreak/>
              <w:t xml:space="preserve"> Măsuri de adaptare (Pentru fiecare risc semnificativ identificat, ar trebui evaluate măsuri de adaptare specifice)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color w:val="000000"/>
              </w:rPr>
              <w:t>Documenta</w:t>
            </w:r>
            <w:r w:rsidR="00F54BC8">
              <w:rPr>
                <w:rFonts w:ascii="Calibri" w:eastAsia="Calibri" w:hAnsi="Calibri" w:cs="Calibri"/>
                <w:color w:val="000000"/>
              </w:rPr>
              <w:t>ț</w:t>
            </w:r>
            <w:r w:rsidRPr="00110ECD">
              <w:rPr>
                <w:rFonts w:ascii="Calibri" w:eastAsia="Calibri" w:hAnsi="Calibri" w:cs="Calibri"/>
                <w:color w:val="000000"/>
              </w:rPr>
              <w:t>ia tehnico</w:t>
            </w:r>
            <w:r w:rsidR="00F54BC8">
              <w:rPr>
                <w:rFonts w:ascii="Calibri" w:eastAsia="Calibri" w:hAnsi="Calibri" w:cs="Calibri"/>
                <w:color w:val="000000"/>
              </w:rPr>
              <w:t>-</w:t>
            </w:r>
            <w:r w:rsidRPr="00110ECD">
              <w:rPr>
                <w:rFonts w:ascii="Calibri" w:eastAsia="Calibri" w:hAnsi="Calibri" w:cs="Calibri"/>
                <w:color w:val="000000"/>
              </w:rPr>
              <w:t>economic</w:t>
            </w:r>
            <w:r w:rsidR="00F54BC8">
              <w:rPr>
                <w:rFonts w:ascii="Calibri" w:eastAsia="Calibri" w:hAnsi="Calibri" w:cs="Calibri"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reflect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 xml:space="preserve"> m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surile de imunizare la schimb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rile climatice prev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 xml:space="preserve">zute 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î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 xml:space="preserve">n raportul 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î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ntocmit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conform cerințelor din Comunicarea Comisiei Europene privind Orientările tehnice referitoare la imunizarea infrastructurii la schimbările climatice în perioada 2021-2027 publicate la 16 septembrie 2021 (2021/C 373/01).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3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882701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II</w:t>
            </w: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SPECIFICE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ASPECTELE</w:t>
            </w:r>
            <w:r w:rsidRPr="00110ECD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CALITATIVE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ALE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S.F.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</w:t>
            </w:r>
            <w:r w:rsidR="0026634B">
              <w:rPr>
                <w:rFonts w:ascii="Calibri" w:hAnsi="Calibri" w:cs="Calibri"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 o coresponden</w:t>
            </w:r>
            <w:r w:rsidR="0026634B">
              <w:rPr>
                <w:rFonts w:ascii="Calibri" w:hAnsi="Calibri" w:cs="Calibri"/>
                <w:sz w:val="24"/>
                <w:szCs w:val="24"/>
              </w:rPr>
              <w:t>ță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26634B">
              <w:rPr>
                <w:rFonts w:ascii="Calibri" w:hAnsi="Calibri" w:cs="Calibri"/>
                <w:sz w:val="24"/>
                <w:szCs w:val="24"/>
              </w:rPr>
              <w:t>î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ntre obiectele de investiţie (inclusiv tipurile 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lucări de constructii propuse, dotari, etc.) din cadrul SF </w:t>
            </w:r>
            <w:r w:rsidR="0026634B">
              <w:rPr>
                <w:rFonts w:ascii="Calibri" w:hAnsi="Calibri" w:cs="Calibri"/>
                <w:sz w:val="24"/>
                <w:szCs w:val="24"/>
              </w:rPr>
              <w:t>ș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 cele descrise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cererea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finanțare?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specificaţii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descrieri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specialitățile: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arhitectură,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rezistență,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instalații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interioare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exterioare,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edilitare,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tehnologii,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componente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artistice,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sistematizare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verticală,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amenajări peisagere,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design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interior,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etc.,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Graficul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implementare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investitiei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:</w:t>
            </w:r>
          </w:p>
          <w:p w:rsidR="00882701" w:rsidRPr="00110ECD" w:rsidRDefault="00882701" w:rsidP="00F54BC8">
            <w:pPr>
              <w:pStyle w:val="TableParagraph"/>
              <w:numPr>
                <w:ilvl w:val="0"/>
                <w:numId w:val="19"/>
              </w:numPr>
              <w:tabs>
                <w:tab w:val="left" w:pos="888"/>
              </w:tabs>
              <w:ind w:right="62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corelat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cel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Finanţare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882701" w:rsidRPr="00110ECD" w:rsidRDefault="00882701" w:rsidP="00F54BC8">
            <w:pPr>
              <w:pStyle w:val="TableParagraph"/>
              <w:numPr>
                <w:ilvl w:val="0"/>
                <w:numId w:val="19"/>
              </w:numPr>
              <w:tabs>
                <w:tab w:val="left" w:pos="888"/>
              </w:tabs>
              <w:ind w:left="88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corect</w:t>
            </w:r>
            <w:r w:rsidRPr="00110ECD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estimat</w:t>
            </w:r>
            <w:r w:rsidRPr="00110ECD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</w:t>
            </w:r>
            <w:r w:rsidRPr="00110ECD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și</w:t>
            </w:r>
            <w:r w:rsidRPr="00110ECD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perioada</w:t>
            </w:r>
            <w:r w:rsidRPr="00110ECD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realizare</w:t>
            </w:r>
            <w:r w:rsidRPr="00110ECD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(conform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tehnologiilor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execuție,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etc.)?</w:t>
            </w:r>
          </w:p>
          <w:p w:rsidR="00882701" w:rsidRPr="00110ECD" w:rsidRDefault="00882701" w:rsidP="00F54BC8">
            <w:pPr>
              <w:pStyle w:val="TableParagraph"/>
              <w:numPr>
                <w:ilvl w:val="0"/>
                <w:numId w:val="19"/>
              </w:numPr>
              <w:tabs>
                <w:tab w:val="left" w:pos="888"/>
              </w:tabs>
              <w:ind w:right="62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termenele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limită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ale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programului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finanțare?</w:t>
            </w:r>
          </w:p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(se va avea în vedere ca termenul limită de implementare a proiectului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nu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poate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depăşi termenul prevăzut în documentele de programare: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31.dec.2023)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Documentele anexate la cererea de finantare care demonstraza dreptul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solicitantului/partenerilor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executa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lucrarile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cuprinzatoare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fata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interventiile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propuse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realizate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studiile,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analizele,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rapoartele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specialitate,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fundamentării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diferitelor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tipuri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intervenții,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specialitățile,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luându-se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calcul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scenariile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recomandate prin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acestea?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6634B" w:rsidRPr="00110ECD" w:rsidTr="0026634B">
        <w:trPr>
          <w:trHeight w:val="2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Proiectul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din:</w:t>
            </w:r>
          </w:p>
          <w:p w:rsidR="0026634B" w:rsidRPr="00110ECD" w:rsidRDefault="0026634B" w:rsidP="00F54BC8">
            <w:pPr>
              <w:pStyle w:val="TableParagraph"/>
              <w:ind w:left="46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1.</w:t>
            </w:r>
            <w:r w:rsidRPr="00110ECD">
              <w:rPr>
                <w:rFonts w:ascii="Calibri" w:hAnsi="Calibri" w:cs="Calibri"/>
                <w:spacing w:val="5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Certificatul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urbanism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anexat?</w:t>
            </w:r>
          </w:p>
          <w:p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2.</w:t>
            </w:r>
            <w:r w:rsidRPr="00110ECD">
              <w:rPr>
                <w:rFonts w:ascii="Calibri" w:hAnsi="Calibri" w:cs="Calibri"/>
                <w:spacing w:val="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topografic,</w:t>
            </w:r>
            <w:r w:rsidRPr="00110ECD">
              <w:rPr>
                <w:rFonts w:ascii="Calibri" w:hAnsi="Calibri" w:cs="Calibri"/>
                <w:spacing w:val="4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vizat</w:t>
            </w:r>
            <w:r w:rsidRPr="00110ECD">
              <w:rPr>
                <w:rFonts w:ascii="Calibri" w:hAnsi="Calibri" w:cs="Calibri"/>
                <w:spacing w:val="4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spacing w:val="5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Oficiul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5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Cadastru</w:t>
            </w:r>
            <w:r w:rsidRPr="00110ECD">
              <w:rPr>
                <w:rFonts w:ascii="Calibri" w:hAnsi="Calibri" w:cs="Calibri"/>
                <w:spacing w:val="4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Publicitate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Imobiliară?</w:t>
            </w:r>
          </w:p>
          <w:p w:rsidR="0026634B" w:rsidRPr="00110ECD" w:rsidRDefault="0026634B" w:rsidP="00F54BC8">
            <w:pPr>
              <w:pStyle w:val="TableParagraph"/>
              <w:ind w:left="46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3.</w:t>
            </w:r>
            <w:r w:rsidRPr="00110ECD">
              <w:rPr>
                <w:rFonts w:ascii="Calibri" w:hAnsi="Calibri" w:cs="Calibri"/>
                <w:spacing w:val="5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Extrasul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funciară,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26634B" w:rsidRPr="00110ECD" w:rsidRDefault="0026634B" w:rsidP="00F54BC8">
            <w:pPr>
              <w:pStyle w:val="TableParagraph"/>
              <w:ind w:left="46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4.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conforme,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utilităţilor?</w:t>
            </w:r>
          </w:p>
          <w:p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5.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Actul administrativ al autorităţii competente pentru protecţia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mediului,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măsurile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diminuare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impactului,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măsurile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compensare, modalitatea de integrare a prevederilor acordului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mediu,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principiu, în documentaţia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tehnico-economică?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sau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clasarea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notificării</w:t>
            </w:r>
          </w:p>
          <w:p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6.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Avizele, acordurile şi studiile specifice obținute/efectuate până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depunerii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finanțare,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pot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condiţiona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lastRenderedPageBreak/>
              <w:t>soluţiile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tehnice?</w:t>
            </w:r>
          </w:p>
        </w:tc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6634B" w:rsidRPr="00110ECD" w:rsidTr="006607E6">
        <w:trPr>
          <w:trHeight w:val="6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ind w:left="360"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3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Piesele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scrise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corelate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Piesele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desenate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2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corelare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între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Devizul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Devizele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AE26E4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Informațiile</w:t>
            </w:r>
            <w:r w:rsidR="00882701"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82701" w:rsidRPr="00110EC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privind </w:t>
            </w:r>
            <w:r w:rsidR="00882701" w:rsidRPr="00110ECD">
              <w:rPr>
                <w:rFonts w:ascii="Calibri" w:hAnsi="Calibri" w:cs="Calibri"/>
                <w:sz w:val="24"/>
                <w:szCs w:val="24"/>
              </w:rPr>
              <w:t xml:space="preserve"> Imunizarea față de schimbările climatice – realizată în cadrul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documentației</w:t>
            </w:r>
            <w:r w:rsidR="00882701" w:rsidRPr="00110ECD">
              <w:rPr>
                <w:rFonts w:ascii="Calibri" w:hAnsi="Calibri" w:cs="Calibri"/>
                <w:sz w:val="24"/>
                <w:szCs w:val="24"/>
              </w:rPr>
              <w:t xml:space="preserve"> tehnice,  în conformitate cu cerințele din Comunicarea Comisiei Europene privind Orientările tehnice referitoare la imunizarea infrastructurii la schimbările climatice în perioada 2021-2027 publicate la 16 septembrie 2021 (2021/C 373/01) sunt complete, corecte si coerente.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9945D9" w:rsidRPr="00110ECD" w:rsidRDefault="009945D9" w:rsidP="00FE4BED">
      <w:pPr>
        <w:rPr>
          <w:rFonts w:ascii="Calibri" w:hAnsi="Calibri" w:cs="Calibri"/>
        </w:rPr>
      </w:pPr>
    </w:p>
    <w:p w:rsidR="009945D9" w:rsidRPr="00110ECD" w:rsidRDefault="009945D9" w:rsidP="00FE4BED">
      <w:pPr>
        <w:rPr>
          <w:rFonts w:ascii="Calibri" w:hAnsi="Calibri" w:cs="Calibri"/>
        </w:rPr>
      </w:pPr>
      <w:r w:rsidRPr="00110ECD">
        <w:rPr>
          <w:rFonts w:ascii="Calibri" w:hAnsi="Calibri" w:cs="Calibri"/>
        </w:rPr>
        <w:t xml:space="preserve">În cazul bifării cu NU la oricare din criterii proiectul se respinge. </w:t>
      </w:r>
    </w:p>
    <w:p w:rsidR="009945D9" w:rsidRPr="00110ECD" w:rsidRDefault="009945D9" w:rsidP="00FE4BED">
      <w:pPr>
        <w:rPr>
          <w:rFonts w:ascii="Calibri" w:hAnsi="Calibri" w:cs="Calibri"/>
        </w:rPr>
      </w:pPr>
    </w:p>
    <w:p w:rsidR="009945D9" w:rsidRPr="00110ECD" w:rsidRDefault="009945D9" w:rsidP="00FE4BED">
      <w:pPr>
        <w:rPr>
          <w:rFonts w:ascii="Calibri" w:hAnsi="Calibri" w:cs="Calibri"/>
        </w:rPr>
      </w:pPr>
    </w:p>
    <w:p w:rsidR="00F5775A" w:rsidRPr="00110ECD" w:rsidRDefault="009945D9" w:rsidP="0026634B">
      <w:pPr>
        <w:jc w:val="both"/>
        <w:rPr>
          <w:rFonts w:ascii="Calibri" w:hAnsi="Calibri" w:cs="Calibri"/>
        </w:rPr>
      </w:pPr>
      <w:r w:rsidRPr="00110ECD">
        <w:rPr>
          <w:rFonts w:ascii="Calibri" w:hAnsi="Calibri" w:cs="Calibri"/>
        </w:rPr>
        <w:t>Se pot formula recomandări (cu precizarea explicita a momentului prevăzut pentru soluționarea acestora) cu excepția criteriilor 5 și/sau 9 (oricare din cele dou</w:t>
      </w:r>
      <w:r w:rsidR="0026634B">
        <w:rPr>
          <w:rFonts w:ascii="Calibri" w:hAnsi="Calibri" w:cs="Calibri"/>
        </w:rPr>
        <w:t>ă</w:t>
      </w:r>
      <w:r w:rsidRPr="00110ECD">
        <w:rPr>
          <w:rFonts w:ascii="Calibri" w:hAnsi="Calibri" w:cs="Calibri"/>
        </w:rPr>
        <w:t>, sau ambele simultan) din cadrul Secțiunii II.</w:t>
      </w:r>
    </w:p>
    <w:sectPr w:rsidR="00F5775A" w:rsidRPr="00110ECD" w:rsidSect="00EB418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106" w:bottom="1985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336D" w:rsidRDefault="000D336D">
      <w:r>
        <w:separator/>
      </w:r>
    </w:p>
  </w:endnote>
  <w:endnote w:type="continuationSeparator" w:id="0">
    <w:p w:rsidR="000D336D" w:rsidRDefault="000D3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blPrEx>
        <w:tblCellMar>
          <w:top w:w="0" w:type="dxa"/>
          <w:bottom w:w="0" w:type="dxa"/>
        </w:tblCellMar>
      </w:tblPrEx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D73093" w:rsidP="00F12E7F">
    <w:pPr>
      <w:pStyle w:val="Footer"/>
    </w:pPr>
    <w:r>
      <w:rPr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41" type="#_x0000_t202" style="position:absolute;margin-left:23.95pt;margin-top:-1.85pt;width:188.2pt;height:24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t1M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g3sbTmpWzBtZPoGC&#10;lQSBgRZh8MGiluo7Rj0MkRTrbzuqGEbNewGvIA6JlaxxGzKdR7BR55bNuYWKAqBSbDAalyszTqpd&#10;p/i2hkjjuxPyFl5OxZ2on7M6vDcYFI7bYajZSXS+d17Po3f5Cw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ibdTL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42" style="position:absolute;margin-left:-42.05pt;margin-top:-10.85pt;width:242.2pt;height:61.3pt;z-index:251656192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ZiI3mdojtk6usFZq+N6fBvXF+uv5uiI+9Gy63HTop5c+bqBR6&#10;viWp1e8ZL7Un5FeiELLqcmXotbaO6OoERyAAaPwcycrS5MfzbLDh1t8Vq90gt0s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CZiI3mdojtOrrBV6zjenwb1w/rr+b&#10;3sfejZtbjp0U8ufN1Ao9XxDU6yf1t/J+ZXohBy6jJm99bo7o6gRXMAAAAFx4OZNtTkx7++rv/BL4&#10;dbbJavfANEs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BW63jO&#10;n0+9cc87k7o6o+9HzazHj6K+VbzdQKLV8R1GsmecvMU+ZXohBy6jJmnyrbR3R1AiOQAAAAAAAncH&#10;yc3xLF3W8mXbR25Oor5+gGsWo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IWu4np9HExaeXk+ZXr+/ucc2px4eiZ3t3QCg1vFNRrN6zbkY/mV/PvQM2qyZujfk17oBBcQ&#10;AAAAAAAAAHTT35vUY7/NtEvWOeTkrPdINrE7xE965jpgH0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Bx1Oqw6WnKzZIr3R2z6IeMmWmKu97RAKDXcbzZ96YP1WPv+VPsQc2t&#10;vfeMfk1/EFWig+AAAAAAAAAAAAANnocnO6PDfvrC4wW5WGlu+Ad3s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B8tatKza0xWsdczPU+TMRG8ztAKbXcdrXfHpI5U/vJ6vuRM+ui&#10;N64umfnSCiy5cma83y3m9p7ZlBte17cq0zM+cHh8AAAAAAAAAAAAAAAGp4Fk5fDqx21mYWehtytP&#10;Ed07AsU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EHX8VwaLev7TL8yJ6vTP&#10;Y4Z9VTD0e+t3QDO63X59bffJbavZSOqFfmz3zT5U9HZEdQIrmAAAAAAAAAAAAAAAAAAvvBrJ5ObH&#10;54sncOt0Xr94LxN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eM2bHgxzky2itY6&#10;5l5vetKza07RAKDX8cyZd8el3x0+d8qfYg59ba+9cXkx39sgqJmZneZ3lE6wfAAAAAAAAAAAAAAA&#10;AAAAAWng/k5GvmvZespOgttn274Bplk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C&#10;u4hxfDpN6U2yZe6OqPSj6jV0xeTXyr93cDO6rV5tXk5ea2/dEdUK/LlvltvefuBweAAAAAAAAAAA&#10;AAAAAAAAAAAErhuTmtfhtv8AK2dNNbk56T5wbBbg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PGXLTDjnJktFax1zL5a1aVm1p2iO0FBxHjd82+PS70p227Z9iBqNbN/Jxb1r39sgqEQHwAA&#10;AAAAAAAAAAAAAAAAAAAAAHqluRetu6dyJ2tE9wNtjtF8dbR2xErqs71ie+Aen0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RNdxHDoq+XPKyT1Ujrn2OWfUUwx09NuyIBmdbrs2tycrLbasdVI&#10;6oVubPfNbe09HZHZAIzmAAAAAAAAAAAAAAAAAAAAAAAAAAANfwrJznDsM9sV2W2ltytPSfNsCW6g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c9RijNp8mKflVmHnJXl47V74BirRNbTWeuJ2U0xtMwD4AAAAAAAAAAAAAAA&#10;AAAAAAAAAAAAAAAAAAvfBvJ05sfosm8Ot7+v3gvU4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LxPDz+gy026YjlR9zlqacvBePNuDIKkHwAAAAAAAAAAAAAAAAAAAAAA&#10;AAAAAAAAAH2szW0THXE7kTtO4NtgvzmGl47axK5pPKpWe+Ae3o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43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44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275DC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11</w:t>
                          </w:r>
                          <w:r w:rsidR="00F12E7F"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="00F12E7F"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45" type="#_x0000_t202" style="position:absolute;margin-left:311.1pt;margin-top:-2.15pt;width:216.1pt;height:50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q7GNG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275DC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11</w:t>
                    </w:r>
                    <w:r w:rsidR="00F12E7F"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="00F12E7F"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D73093">
    <w:pPr>
      <w:pStyle w:val="Footer"/>
    </w:pPr>
    <w:r>
      <w:rPr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2096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46" type="#_x0000_t202" style="position:absolute;margin-left:23.95pt;margin-top:-1.85pt;width:188.2pt;height:24.3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9Ne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wr016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47" style="position:absolute;margin-left:-42.05pt;margin-top:-10.85pt;width:242.2pt;height:61.3pt;z-index:251651072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D7uQgZ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48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49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49024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 w:rsidR="00275DCC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50" type="#_x0000_t202" style="position:absolute;margin-left:311.1pt;margin-top:-2.15pt;width:216.1pt;height:50.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xASmwIAADw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 w:rsidR="00275DCC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0048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336D" w:rsidRDefault="000D336D">
      <w:r>
        <w:separator/>
      </w:r>
    </w:p>
  </w:footnote>
  <w:footnote w:type="continuationSeparator" w:id="0">
    <w:p w:rsidR="000D336D" w:rsidRDefault="000D3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1C6A" w:rsidRPr="00841C6A" w:rsidRDefault="00D73093" w:rsidP="00841C6A">
    <w:pPr>
      <w:spacing w:line="330" w:lineRule="auto"/>
      <w:rPr>
        <w:rFonts w:ascii="Calibri" w:hAnsi="Calibri" w:cs="Calibri"/>
        <w:color w:val="808080"/>
        <w:spacing w:val="20"/>
        <w:sz w:val="22"/>
        <w:szCs w:val="22"/>
      </w:rPr>
    </w:pPr>
    <w:r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0" t="0" r="0" b="0"/>
              <wp:wrapNone/>
              <wp:docPr id="24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25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1C6A" w:rsidRDefault="00841C6A" w:rsidP="00841C6A">
                            <w:pPr>
                              <w:spacing w:line="330" w:lineRule="auto"/>
                            </w:pPr>
                          </w:p>
                          <w:p w:rsidR="00841C6A" w:rsidRPr="00851382" w:rsidRDefault="00841C6A" w:rsidP="00841C6A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26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626.25pt;margin-top:-21.75pt;width:110.25pt;height:54pt;z-index:25166643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LSi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" strokecolor="gray" strokeweight=".5pt"/>
            </v:group>
          </w:pict>
        </mc:Fallback>
      </mc:AlternateContent>
    </w:r>
    <w:r w:rsidR="00841C6A" w:rsidRPr="00841C6A">
      <w:rPr>
        <w:rFonts w:ascii="Calibri" w:hAnsi="Calibri" w:cs="Calibri"/>
        <w:color w:val="999999"/>
        <w:sz w:val="22"/>
        <w:szCs w:val="22"/>
      </w:rPr>
      <w:t xml:space="preserve">Pagina 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begin"/>
    </w:r>
    <w:r w:rsidR="00841C6A" w:rsidRPr="00841C6A">
      <w:rPr>
        <w:rFonts w:ascii="Calibri" w:hAnsi="Calibri" w:cs="Calibri"/>
        <w:color w:val="999999"/>
        <w:sz w:val="22"/>
        <w:szCs w:val="22"/>
      </w:rPr>
      <w:instrText xml:space="preserve"> PAGE </w:instrTex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separate"/>
    </w:r>
    <w:r w:rsidR="009E10E2">
      <w:rPr>
        <w:rFonts w:ascii="Calibri" w:hAnsi="Calibri" w:cs="Calibri"/>
        <w:color w:val="999999"/>
        <w:sz w:val="22"/>
        <w:szCs w:val="22"/>
      </w:rPr>
      <w:t>2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end"/>
    </w:r>
    <w:r w:rsidR="00841C6A" w:rsidRPr="00841C6A">
      <w:rPr>
        <w:rFonts w:ascii="Calibri" w:hAnsi="Calibri" w:cs="Calibri"/>
        <w:color w:val="999999"/>
        <w:sz w:val="22"/>
        <w:szCs w:val="22"/>
      </w:rPr>
      <w:t xml:space="preserve"> din 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begin"/>
    </w:r>
    <w:r w:rsidR="00841C6A" w:rsidRPr="00841C6A">
      <w:rPr>
        <w:rFonts w:ascii="Calibri" w:hAnsi="Calibri" w:cs="Calibri"/>
        <w:color w:val="999999"/>
        <w:sz w:val="22"/>
        <w:szCs w:val="22"/>
      </w:rPr>
      <w:instrText xml:space="preserve"> NUMPAGES </w:instrTex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separate"/>
    </w:r>
    <w:r w:rsidR="009E10E2">
      <w:rPr>
        <w:rFonts w:ascii="Calibri" w:hAnsi="Calibri" w:cs="Calibri"/>
        <w:color w:val="999999"/>
        <w:sz w:val="22"/>
        <w:szCs w:val="22"/>
      </w:rPr>
      <w:t>7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end"/>
    </w:r>
    <w:r w:rsidR="00841C6A" w:rsidRPr="00841C6A">
      <w:rPr>
        <w:rFonts w:ascii="Calibri" w:hAnsi="Calibri" w:cs="Calibri"/>
        <w:color w:val="999999"/>
        <w:sz w:val="22"/>
        <w:szCs w:val="22"/>
      </w:rPr>
      <w:t xml:space="preserve"> </w:t>
    </w:r>
    <w:r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2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2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1C6A" w:rsidRDefault="00841C6A" w:rsidP="00841C6A">
                            <w:pPr>
                              <w:spacing w:line="330" w:lineRule="auto"/>
                            </w:pPr>
                          </w:p>
                          <w:p w:rsidR="00841C6A" w:rsidRPr="00851382" w:rsidRDefault="00841C6A" w:rsidP="00841C6A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2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29" style="position:absolute;margin-left:671.6pt;margin-top:25.05pt;width:110.25pt;height:54pt;z-index:251665408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btJogMAALM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">
              <v:shape id="Text Box 13" o:spid="_x0000_s1030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31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" strokecolor="gray" strokeweight=".5pt"/>
            </v:group>
          </w:pict>
        </mc:Fallback>
      </mc:AlternateContent>
    </w:r>
    <w:r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17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8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1C6A" w:rsidRDefault="00841C6A" w:rsidP="00841C6A">
                            <w:pPr>
                              <w:spacing w:line="330" w:lineRule="auto"/>
                            </w:pPr>
                          </w:p>
                          <w:p w:rsidR="00841C6A" w:rsidRPr="00851382" w:rsidRDefault="00841C6A" w:rsidP="00841C6A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20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32" style="position:absolute;margin-left:671.6pt;margin-top:25.05pt;width:110.25pt;height:54pt;z-index:251664384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">
              <v:shape id="Text Box 13" o:spid="_x0000_s1033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34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" strokecolor="gray" strokeweight=".5pt"/>
            </v:group>
          </w:pict>
        </mc:Fallback>
      </mc:AlternateContent>
    </w:r>
    <w:r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5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1C6A" w:rsidRDefault="00841C6A" w:rsidP="00841C6A">
                            <w:pPr>
                              <w:spacing w:line="330" w:lineRule="auto"/>
                            </w:pPr>
                          </w:p>
                          <w:p w:rsidR="00841C6A" w:rsidRPr="00851382" w:rsidRDefault="00841C6A" w:rsidP="00841C6A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6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35" style="position:absolute;margin-left:671.6pt;margin-top:25.05pt;width:110.25pt;height:54pt;z-index:251662336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">
              <v:shape id="Text Box 13" o:spid="_x0000_s1036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37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" strokecolor="gray" strokeweight=".5pt"/>
            </v:group>
          </w:pict>
        </mc:Fallback>
      </mc:AlternateContent>
    </w:r>
    <w:r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1C6A" w:rsidRDefault="00841C6A" w:rsidP="00841C6A">
                            <w:pPr>
                              <w:spacing w:line="330" w:lineRule="auto"/>
                            </w:pPr>
                          </w:p>
                          <w:p w:rsidR="00841C6A" w:rsidRPr="00851382" w:rsidRDefault="00841C6A" w:rsidP="00841C6A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38" style="position:absolute;margin-left:671.6pt;margin-top:25.05pt;width:110.25pt;height:54pt;z-index:251663360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">
              <v:shape id="Text Box 13" o:spid="_x0000_s1039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40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="00841C6A" w:rsidRPr="00841C6A">
      <w:rPr>
        <w:rFonts w:ascii="Calibri" w:hAnsi="Calibri" w:cs="Calibri"/>
        <w:sz w:val="22"/>
        <w:szCs w:val="22"/>
      </w:rPr>
      <w:t xml:space="preserve">                                   </w:t>
    </w:r>
    <w:r w:rsidR="00841C6A">
      <w:rPr>
        <w:rFonts w:ascii="Calibri" w:hAnsi="Calibri" w:cs="Calibri"/>
        <w:sz w:val="22"/>
        <w:szCs w:val="22"/>
      </w:rPr>
      <w:t xml:space="preserve">           </w:t>
    </w:r>
    <w:r w:rsidR="00841C6A" w:rsidRPr="00841C6A">
      <w:rPr>
        <w:rFonts w:ascii="Calibri" w:hAnsi="Calibri" w:cs="Calibri"/>
        <w:sz w:val="22"/>
        <w:szCs w:val="22"/>
      </w:rPr>
      <w:t xml:space="preserve">                                                                                            </w:t>
    </w:r>
    <w:r w:rsidR="00841C6A" w:rsidRPr="00841C6A">
      <w:rPr>
        <w:rFonts w:ascii="Calibri" w:hAnsi="Calibri" w:cs="Calibri"/>
        <w:color w:val="808080"/>
        <w:spacing w:val="20"/>
        <w:sz w:val="22"/>
        <w:szCs w:val="22"/>
      </w:rPr>
      <w:t>ADR CENTRU</w:t>
    </w:r>
  </w:p>
  <w:p w:rsidR="00841C6A" w:rsidRDefault="00841C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4182" w:rsidRDefault="00D73093" w:rsidP="00EB4182">
    <w:pPr>
      <w:pStyle w:val="Header"/>
      <w:tabs>
        <w:tab w:val="clear" w:pos="4536"/>
        <w:tab w:val="clear" w:pos="9072"/>
        <w:tab w:val="left" w:pos="6473"/>
      </w:tabs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9" name="Picture 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40" name="Picture 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B4182">
      <w:t xml:space="preserve">   </w:t>
    </w:r>
    <w:r w:rsidR="00EB4182">
      <w:tab/>
    </w:r>
  </w:p>
  <w:p w:rsidR="00EB4182" w:rsidRDefault="00EB41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30E25"/>
    <w:multiLevelType w:val="multilevel"/>
    <w:tmpl w:val="A8C0578C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" w15:restartNumberingAfterBreak="0">
    <w:nsid w:val="09D444D3"/>
    <w:multiLevelType w:val="multilevel"/>
    <w:tmpl w:val="4DBA3AB8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" w15:restartNumberingAfterBreak="0">
    <w:nsid w:val="0A324481"/>
    <w:multiLevelType w:val="hybridMultilevel"/>
    <w:tmpl w:val="BB96F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7D3DCB"/>
    <w:multiLevelType w:val="multilevel"/>
    <w:tmpl w:val="A702A224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21F34"/>
    <w:multiLevelType w:val="hybridMultilevel"/>
    <w:tmpl w:val="71ECC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055A3"/>
    <w:multiLevelType w:val="hybridMultilevel"/>
    <w:tmpl w:val="A6AA48D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94622F"/>
    <w:multiLevelType w:val="hybridMultilevel"/>
    <w:tmpl w:val="E1E475DA"/>
    <w:lvl w:ilvl="0" w:tplc="04090017">
      <w:start w:val="1"/>
      <w:numFmt w:val="lowerLetter"/>
      <w:lvlText w:val="%1)"/>
      <w:lvlJc w:val="left"/>
      <w:pPr>
        <w:ind w:left="1069" w:hanging="360"/>
      </w:p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E230F79"/>
    <w:multiLevelType w:val="multilevel"/>
    <w:tmpl w:val="73FC1D4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0" w15:restartNumberingAfterBreak="0">
    <w:nsid w:val="44DD1C5D"/>
    <w:multiLevelType w:val="multilevel"/>
    <w:tmpl w:val="97F4E718"/>
    <w:lvl w:ilvl="0">
      <w:numFmt w:val="bullet"/>
      <w:lvlText w:val="-"/>
      <w:lvlJc w:val="left"/>
      <w:pPr>
        <w:tabs>
          <w:tab w:val="num" w:pos="-708"/>
        </w:tabs>
        <w:ind w:left="48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-708"/>
        </w:tabs>
        <w:ind w:left="103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08"/>
        </w:tabs>
        <w:ind w:left="159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08"/>
        </w:tabs>
        <w:ind w:left="2156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08"/>
        </w:tabs>
        <w:ind w:left="271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08"/>
        </w:tabs>
        <w:ind w:left="327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08"/>
        </w:tabs>
        <w:ind w:left="384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08"/>
        </w:tabs>
        <w:ind w:left="44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08"/>
        </w:tabs>
        <w:ind w:left="496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1" w15:restartNumberingAfterBreak="0">
    <w:nsid w:val="500D5AB5"/>
    <w:multiLevelType w:val="multilevel"/>
    <w:tmpl w:val="3190E0EE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2" w15:restartNumberingAfterBreak="0">
    <w:nsid w:val="532A3819"/>
    <w:multiLevelType w:val="multilevel"/>
    <w:tmpl w:val="92B6C0EC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3" w15:restartNumberingAfterBreak="0">
    <w:nsid w:val="54BC08FB"/>
    <w:multiLevelType w:val="multilevel"/>
    <w:tmpl w:val="4CAA9574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4" w15:restartNumberingAfterBreak="0">
    <w:nsid w:val="5D1652F5"/>
    <w:multiLevelType w:val="hybridMultilevel"/>
    <w:tmpl w:val="A6BCED40"/>
    <w:lvl w:ilvl="0" w:tplc="457C12AC">
      <w:start w:val="1"/>
      <w:numFmt w:val="lowerLetter"/>
      <w:lvlText w:val="%1)"/>
      <w:lvlJc w:val="left"/>
      <w:pPr>
        <w:ind w:left="8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47" w:hanging="360"/>
      </w:pPr>
    </w:lvl>
    <w:lvl w:ilvl="2" w:tplc="0418001B" w:tentative="1">
      <w:start w:val="1"/>
      <w:numFmt w:val="lowerRoman"/>
      <w:lvlText w:val="%3."/>
      <w:lvlJc w:val="right"/>
      <w:pPr>
        <w:ind w:left="2267" w:hanging="180"/>
      </w:pPr>
    </w:lvl>
    <w:lvl w:ilvl="3" w:tplc="0418000F" w:tentative="1">
      <w:start w:val="1"/>
      <w:numFmt w:val="decimal"/>
      <w:lvlText w:val="%4."/>
      <w:lvlJc w:val="left"/>
      <w:pPr>
        <w:ind w:left="2987" w:hanging="360"/>
      </w:pPr>
    </w:lvl>
    <w:lvl w:ilvl="4" w:tplc="04180019" w:tentative="1">
      <w:start w:val="1"/>
      <w:numFmt w:val="lowerLetter"/>
      <w:lvlText w:val="%5."/>
      <w:lvlJc w:val="left"/>
      <w:pPr>
        <w:ind w:left="3707" w:hanging="360"/>
      </w:pPr>
    </w:lvl>
    <w:lvl w:ilvl="5" w:tplc="0418001B" w:tentative="1">
      <w:start w:val="1"/>
      <w:numFmt w:val="lowerRoman"/>
      <w:lvlText w:val="%6."/>
      <w:lvlJc w:val="right"/>
      <w:pPr>
        <w:ind w:left="4427" w:hanging="180"/>
      </w:pPr>
    </w:lvl>
    <w:lvl w:ilvl="6" w:tplc="0418000F" w:tentative="1">
      <w:start w:val="1"/>
      <w:numFmt w:val="decimal"/>
      <w:lvlText w:val="%7."/>
      <w:lvlJc w:val="left"/>
      <w:pPr>
        <w:ind w:left="5147" w:hanging="360"/>
      </w:pPr>
    </w:lvl>
    <w:lvl w:ilvl="7" w:tplc="04180019" w:tentative="1">
      <w:start w:val="1"/>
      <w:numFmt w:val="lowerLetter"/>
      <w:lvlText w:val="%8."/>
      <w:lvlJc w:val="left"/>
      <w:pPr>
        <w:ind w:left="5867" w:hanging="360"/>
      </w:pPr>
    </w:lvl>
    <w:lvl w:ilvl="8" w:tplc="0418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5" w15:restartNumberingAfterBreak="0">
    <w:nsid w:val="62CB574D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516B25"/>
    <w:multiLevelType w:val="hybridMultilevel"/>
    <w:tmpl w:val="60BA54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D130F3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9E5699"/>
    <w:multiLevelType w:val="multilevel"/>
    <w:tmpl w:val="F34E90E8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9" w15:restartNumberingAfterBreak="0">
    <w:nsid w:val="7DBF64DD"/>
    <w:multiLevelType w:val="multilevel"/>
    <w:tmpl w:val="6E32D396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0" w15:restartNumberingAfterBreak="0">
    <w:nsid w:val="7F023797"/>
    <w:multiLevelType w:val="multilevel"/>
    <w:tmpl w:val="D62CE416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num w:numId="1">
    <w:abstractNumId w:val="7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"/>
  </w:num>
  <w:num w:numId="7">
    <w:abstractNumId w:val="15"/>
  </w:num>
  <w:num w:numId="8">
    <w:abstractNumId w:val="13"/>
  </w:num>
  <w:num w:numId="9">
    <w:abstractNumId w:val="19"/>
  </w:num>
  <w:num w:numId="10">
    <w:abstractNumId w:val="0"/>
  </w:num>
  <w:num w:numId="11">
    <w:abstractNumId w:val="10"/>
  </w:num>
  <w:num w:numId="12">
    <w:abstractNumId w:val="6"/>
  </w:num>
  <w:num w:numId="13">
    <w:abstractNumId w:val="11"/>
  </w:num>
  <w:num w:numId="14">
    <w:abstractNumId w:val="9"/>
  </w:num>
  <w:num w:numId="15">
    <w:abstractNumId w:val="18"/>
  </w:num>
  <w:num w:numId="16">
    <w:abstractNumId w:val="12"/>
  </w:num>
  <w:num w:numId="17">
    <w:abstractNumId w:val="3"/>
  </w:num>
  <w:num w:numId="18">
    <w:abstractNumId w:val="17"/>
  </w:num>
  <w:num w:numId="19">
    <w:abstractNumId w:val="20"/>
  </w:num>
  <w:num w:numId="20">
    <w:abstractNumId w:val="2"/>
  </w:num>
  <w:num w:numId="21">
    <w:abstractNumId w:val="8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3074"/>
    <o:shapelayout v:ext="edit">
      <o:rules v:ext="edit">
        <o:r id="V:Rule1" type="connector" idref="#Line 14"/>
        <o:r id="V:Rule2" type="connector" idref="#Line 14"/>
        <o:r id="V:Rule3" type="connector" idref="#Line 14"/>
        <o:r id="V:Rule4" type="connector" idref="#Line 14"/>
        <o:r id="V:Rule5" type="connector" idref="#Line 1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15620"/>
    <w:rsid w:val="00072DDE"/>
    <w:rsid w:val="00080850"/>
    <w:rsid w:val="0009018B"/>
    <w:rsid w:val="00094830"/>
    <w:rsid w:val="000C2AAE"/>
    <w:rsid w:val="000D336D"/>
    <w:rsid w:val="00110ECD"/>
    <w:rsid w:val="001175F2"/>
    <w:rsid w:val="0013273C"/>
    <w:rsid w:val="001357F6"/>
    <w:rsid w:val="00144BFD"/>
    <w:rsid w:val="001679F8"/>
    <w:rsid w:val="001726E9"/>
    <w:rsid w:val="001A637E"/>
    <w:rsid w:val="001D40CB"/>
    <w:rsid w:val="001D7627"/>
    <w:rsid w:val="001E4AAE"/>
    <w:rsid w:val="001E7798"/>
    <w:rsid w:val="0026634B"/>
    <w:rsid w:val="00275DCC"/>
    <w:rsid w:val="00291C3B"/>
    <w:rsid w:val="002B3BB9"/>
    <w:rsid w:val="002E07E9"/>
    <w:rsid w:val="002F1246"/>
    <w:rsid w:val="003221D7"/>
    <w:rsid w:val="00351F71"/>
    <w:rsid w:val="00353C41"/>
    <w:rsid w:val="00362E1D"/>
    <w:rsid w:val="00376CFE"/>
    <w:rsid w:val="00381D3E"/>
    <w:rsid w:val="00385A87"/>
    <w:rsid w:val="003E2E03"/>
    <w:rsid w:val="003F4311"/>
    <w:rsid w:val="00474F02"/>
    <w:rsid w:val="00475AD3"/>
    <w:rsid w:val="00486AF3"/>
    <w:rsid w:val="004E277C"/>
    <w:rsid w:val="00523BEA"/>
    <w:rsid w:val="005705BF"/>
    <w:rsid w:val="005A6B00"/>
    <w:rsid w:val="005C21C9"/>
    <w:rsid w:val="005C7AFF"/>
    <w:rsid w:val="00643AC4"/>
    <w:rsid w:val="006607E6"/>
    <w:rsid w:val="006661AF"/>
    <w:rsid w:val="00670051"/>
    <w:rsid w:val="006835FF"/>
    <w:rsid w:val="006B6B2C"/>
    <w:rsid w:val="006B79B9"/>
    <w:rsid w:val="006C514E"/>
    <w:rsid w:val="006C67CE"/>
    <w:rsid w:val="0071191E"/>
    <w:rsid w:val="007209E0"/>
    <w:rsid w:val="00744EC4"/>
    <w:rsid w:val="00754551"/>
    <w:rsid w:val="00776028"/>
    <w:rsid w:val="007A69A6"/>
    <w:rsid w:val="007C403D"/>
    <w:rsid w:val="007D2191"/>
    <w:rsid w:val="00841C6A"/>
    <w:rsid w:val="00851382"/>
    <w:rsid w:val="00861926"/>
    <w:rsid w:val="00882701"/>
    <w:rsid w:val="0088290B"/>
    <w:rsid w:val="008B3D4E"/>
    <w:rsid w:val="008C26CE"/>
    <w:rsid w:val="008E7688"/>
    <w:rsid w:val="00907D45"/>
    <w:rsid w:val="00936CF8"/>
    <w:rsid w:val="0095716B"/>
    <w:rsid w:val="009945D9"/>
    <w:rsid w:val="009C6F66"/>
    <w:rsid w:val="009E10E2"/>
    <w:rsid w:val="009F711B"/>
    <w:rsid w:val="00AC3124"/>
    <w:rsid w:val="00AE26E4"/>
    <w:rsid w:val="00AE4990"/>
    <w:rsid w:val="00AF0DE7"/>
    <w:rsid w:val="00B15233"/>
    <w:rsid w:val="00B81BF6"/>
    <w:rsid w:val="00BB1052"/>
    <w:rsid w:val="00BD3175"/>
    <w:rsid w:val="00BF41C3"/>
    <w:rsid w:val="00C05C7A"/>
    <w:rsid w:val="00C46F48"/>
    <w:rsid w:val="00C564B2"/>
    <w:rsid w:val="00C82AD1"/>
    <w:rsid w:val="00C916A3"/>
    <w:rsid w:val="00CC6C98"/>
    <w:rsid w:val="00D01958"/>
    <w:rsid w:val="00D21C8F"/>
    <w:rsid w:val="00D22014"/>
    <w:rsid w:val="00D344D3"/>
    <w:rsid w:val="00D368D4"/>
    <w:rsid w:val="00D546B8"/>
    <w:rsid w:val="00D73093"/>
    <w:rsid w:val="00D94812"/>
    <w:rsid w:val="00D96085"/>
    <w:rsid w:val="00D966DD"/>
    <w:rsid w:val="00DD113C"/>
    <w:rsid w:val="00E02CBD"/>
    <w:rsid w:val="00E32BBC"/>
    <w:rsid w:val="00E615D2"/>
    <w:rsid w:val="00E753B1"/>
    <w:rsid w:val="00EB4182"/>
    <w:rsid w:val="00EB7F6D"/>
    <w:rsid w:val="00EC67EE"/>
    <w:rsid w:val="00ED5174"/>
    <w:rsid w:val="00EF6CD7"/>
    <w:rsid w:val="00F12E7F"/>
    <w:rsid w:val="00F167CD"/>
    <w:rsid w:val="00F54BC8"/>
    <w:rsid w:val="00F5775A"/>
    <w:rsid w:val="00F97AE0"/>
    <w:rsid w:val="00FD2955"/>
    <w:rsid w:val="00FD5429"/>
    <w:rsid w:val="00FE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CE860A99-6DF3-4FB9-A16E-81C087047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character" w:customStyle="1" w:styleId="HeaderChar">
    <w:name w:val="Header Char"/>
    <w:link w:val="Header"/>
    <w:rsid w:val="00744EC4"/>
    <w:rPr>
      <w:rFonts w:ascii="Arial Narrow" w:hAnsi="Arial Narrow"/>
      <w:sz w:val="24"/>
      <w:szCs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F5775A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F5775A"/>
    <w:pPr>
      <w:suppressAutoHyphens/>
    </w:pPr>
    <w:rPr>
      <w:rFonts w:ascii="Calibri" w:eastAsia="Calibri" w:hAnsi="Calibri"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F5775A"/>
    <w:pPr>
      <w:suppressAutoHyphens/>
    </w:pPr>
    <w:rPr>
      <w:rFonts w:eastAsia="Calibri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1"/>
    <w:qFormat/>
    <w:rsid w:val="006C67CE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Heading3Char">
    <w:name w:val="Heading 3 Char"/>
    <w:aliases w:val="Podpodkapitola Char,adpis 3 Char,KopCat. 3 Char,Numbered - 3 Char"/>
    <w:link w:val="Heading3"/>
    <w:rsid w:val="00841C6A"/>
    <w:rPr>
      <w:rFonts w:ascii="Arial Narrow" w:hAnsi="Arial Narrow" w:cs="Arial"/>
      <w:b/>
      <w:bCs/>
      <w:sz w:val="26"/>
      <w:szCs w:val="2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5C6F6-F118-4785-A3C2-DC8500CC9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0</TotalTime>
  <Pages>7</Pages>
  <Words>1965</Words>
  <Characters>11402</Characters>
  <Application>Microsoft Office Word</Application>
  <DocSecurity>0</DocSecurity>
  <Lines>95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13341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2</cp:revision>
  <cp:lastPrinted>2022-03-29T08:07:00Z</cp:lastPrinted>
  <dcterms:created xsi:type="dcterms:W3CDTF">2023-09-06T09:13:00Z</dcterms:created>
  <dcterms:modified xsi:type="dcterms:W3CDTF">2023-09-06T09:13:00Z</dcterms:modified>
</cp:coreProperties>
</file>